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A1" w:rsidRPr="00984D30" w:rsidRDefault="000F21A1" w:rsidP="00984D30">
      <w:pPr>
        <w:ind w:firstLine="708"/>
        <w:jc w:val="right"/>
      </w:pPr>
      <w:r>
        <w:t>Приложение № 3</w:t>
      </w:r>
    </w:p>
    <w:p w:rsidR="000F21A1" w:rsidRDefault="000F21A1" w:rsidP="00A31C62">
      <w:pPr>
        <w:ind w:firstLine="708"/>
        <w:jc w:val="center"/>
        <w:rPr>
          <w:b/>
          <w:bCs/>
          <w:sz w:val="28"/>
          <w:szCs w:val="28"/>
        </w:rPr>
      </w:pPr>
    </w:p>
    <w:p w:rsidR="000F21A1" w:rsidRPr="00984D30" w:rsidRDefault="000F21A1" w:rsidP="00A31C62">
      <w:pPr>
        <w:ind w:firstLine="708"/>
        <w:jc w:val="center"/>
        <w:rPr>
          <w:sz w:val="28"/>
          <w:szCs w:val="28"/>
        </w:rPr>
      </w:pPr>
      <w:r w:rsidRPr="00984D30">
        <w:rPr>
          <w:sz w:val="28"/>
          <w:szCs w:val="28"/>
        </w:rPr>
        <w:t>Справка</w:t>
      </w:r>
    </w:p>
    <w:p w:rsidR="000F21A1" w:rsidRPr="00984D30" w:rsidRDefault="000F21A1" w:rsidP="00A31C62">
      <w:pPr>
        <w:ind w:firstLine="708"/>
        <w:jc w:val="center"/>
        <w:rPr>
          <w:sz w:val="28"/>
          <w:szCs w:val="28"/>
        </w:rPr>
      </w:pPr>
      <w:r w:rsidRPr="00984D30">
        <w:rPr>
          <w:sz w:val="28"/>
          <w:szCs w:val="28"/>
        </w:rPr>
        <w:t>по итогам проведенного социологического опроса по предоставлению общедоступного бесплатного дополнительного образования в сфере физкультуры и спорта</w:t>
      </w:r>
      <w:r>
        <w:rPr>
          <w:sz w:val="28"/>
          <w:szCs w:val="28"/>
        </w:rPr>
        <w:t xml:space="preserve"> за 2016 год</w:t>
      </w:r>
    </w:p>
    <w:p w:rsidR="000F21A1" w:rsidRDefault="000F21A1" w:rsidP="00A31C62">
      <w:pPr>
        <w:jc w:val="both"/>
        <w:rPr>
          <w:b/>
          <w:bCs/>
        </w:rPr>
      </w:pPr>
    </w:p>
    <w:p w:rsidR="000F21A1" w:rsidRDefault="000F21A1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bCs/>
          <w:sz w:val="26"/>
          <w:szCs w:val="26"/>
        </w:rPr>
        <w:t>муниципальных услуг по предоставлению общедоступного бесплатного дополнительного образования,</w:t>
      </w:r>
      <w:r>
        <w:rPr>
          <w:sz w:val="26"/>
          <w:szCs w:val="26"/>
        </w:rPr>
        <w:t xml:space="preserve"> с 06 по 17 марта 2017 года был проведен социологический опрос среди родителей (законных представителей) детей, посещающих  муниципальное бюджетное образовательное учреждение дополнительного образования детей «Детско-юношеская спортивная школа», путем письменного анкетирования.</w:t>
      </w:r>
    </w:p>
    <w:p w:rsidR="000F21A1" w:rsidRDefault="000F21A1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bCs/>
          <w:sz w:val="26"/>
          <w:szCs w:val="26"/>
        </w:rPr>
        <w:t xml:space="preserve">82 чел. </w:t>
      </w:r>
      <w:r>
        <w:rPr>
          <w:sz w:val="26"/>
          <w:szCs w:val="26"/>
        </w:rPr>
        <w:t>из, из них:</w:t>
      </w:r>
    </w:p>
    <w:p w:rsidR="000F21A1" w:rsidRDefault="000F21A1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 жен. – 45 (55%), муж. – 37(45%) </w:t>
      </w:r>
    </w:p>
    <w:p w:rsidR="000F21A1" w:rsidRDefault="000F21A1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в возрасте:  от 25-30 лет – 5 (6%), от 31-40 лет – 56(68%), от 41-50 лет – 19 (23%), от 51 и более –2(3%).</w:t>
      </w:r>
    </w:p>
    <w:p w:rsidR="000F21A1" w:rsidRDefault="000F21A1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имеют образование: среднее – 16(20 %), начальное профессиональное – 13</w:t>
      </w:r>
    </w:p>
    <w:p w:rsidR="000F21A1" w:rsidRDefault="000F21A1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( 16%), среднее профессиональное – 24(29%), высшее – 29(35%)</w:t>
      </w:r>
    </w:p>
    <w:p w:rsidR="000F21A1" w:rsidRDefault="000F21A1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социальный статус: рабочие – 27(33%), служащие – 47(57%), студенты – 1 (1%), временно не работают – 4(5%), пенсионеры – 3 (4%).</w:t>
      </w:r>
    </w:p>
    <w:p w:rsidR="000F21A1" w:rsidRDefault="000F21A1" w:rsidP="00A31C62">
      <w:pPr>
        <w:jc w:val="both"/>
        <w:rPr>
          <w:b/>
          <w:bCs/>
        </w:rPr>
      </w:pP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>Получены следующие результаты:</w:t>
      </w:r>
    </w:p>
    <w:p w:rsidR="000F21A1" w:rsidRDefault="000F21A1" w:rsidP="00A31C62">
      <w:pPr>
        <w:jc w:val="both"/>
        <w:rPr>
          <w:b/>
          <w:bCs/>
        </w:rPr>
      </w:pP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>Удовлетворены ли Вы?</w:t>
      </w:r>
    </w:p>
    <w:p w:rsidR="000F21A1" w:rsidRDefault="000F21A1" w:rsidP="00A31C62">
      <w:pPr>
        <w:jc w:val="both"/>
        <w:rPr>
          <w:b/>
          <w:bCs/>
        </w:rPr>
      </w:pP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 xml:space="preserve">1. Качеством дополнительного образования 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0F21A1" w:rsidRPr="00FF08EB" w:rsidRDefault="000F21A1" w:rsidP="00A31C62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 w:rsidRPr="00FF08EB">
        <w:t>1 (1%)</w:t>
      </w:r>
    </w:p>
    <w:p w:rsidR="000F21A1" w:rsidRDefault="000F21A1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  <w:bCs/>
        </w:rPr>
        <w:t xml:space="preserve"> 80 (98%)</w:t>
      </w:r>
    </w:p>
    <w:p w:rsidR="000F21A1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FF08EB">
        <w:t>1 (1%)</w:t>
      </w:r>
      <w:r w:rsidRPr="00FF08EB">
        <w:tab/>
      </w: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>2. Организацией учебно-воспитательного процесса в ДЮСШ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0F21A1" w:rsidRDefault="000F21A1" w:rsidP="00A31C62">
      <w:pPr>
        <w:jc w:val="both"/>
      </w:pPr>
      <w:r>
        <w:t>б) скорее не удовлетворены</w:t>
      </w:r>
      <w:r>
        <w:tab/>
      </w:r>
      <w:r>
        <w:tab/>
      </w:r>
      <w:r w:rsidRPr="00FF08EB">
        <w:rPr>
          <w:b/>
          <w:bCs/>
        </w:rPr>
        <w:t xml:space="preserve">-  </w:t>
      </w:r>
      <w:r w:rsidRPr="00FF08EB">
        <w:t>1(1%)</w:t>
      </w:r>
      <w:r w:rsidRPr="00FF08EB">
        <w:tab/>
      </w:r>
    </w:p>
    <w:p w:rsidR="000F21A1" w:rsidRDefault="000F21A1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80</w:t>
      </w:r>
      <w:r>
        <w:rPr>
          <w:b/>
          <w:bCs/>
        </w:rPr>
        <w:tab/>
        <w:t>(98%)</w:t>
      </w:r>
    </w:p>
    <w:p w:rsidR="000F21A1" w:rsidRPr="00FF08EB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FF08EB">
        <w:t>1(1%)</w:t>
      </w:r>
      <w:r w:rsidRPr="00FF08EB">
        <w:tab/>
      </w:r>
    </w:p>
    <w:p w:rsidR="000F21A1" w:rsidRPr="00FF08EB" w:rsidRDefault="000F21A1" w:rsidP="00A31C62">
      <w:pPr>
        <w:jc w:val="both"/>
      </w:pP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>3. Степенью информированности о деятельности ДЮСШ  посредством  информационно – коммуникативных технологий (сайт, Интернет)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4 (5%)</w:t>
      </w:r>
    </w:p>
    <w:p w:rsidR="000F21A1" w:rsidRDefault="000F21A1" w:rsidP="00A31C62">
      <w:pPr>
        <w:jc w:val="both"/>
      </w:pPr>
      <w:r>
        <w:t>б) скорее не удовлетворены</w:t>
      </w:r>
      <w:r>
        <w:tab/>
      </w:r>
      <w:r>
        <w:tab/>
        <w:t>-  4 (5%)</w:t>
      </w:r>
      <w:r>
        <w:tab/>
      </w:r>
    </w:p>
    <w:p w:rsidR="000F21A1" w:rsidRDefault="000F21A1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59 (72%)</w:t>
      </w:r>
    </w:p>
    <w:p w:rsidR="000F21A1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15(18%)</w:t>
      </w:r>
      <w:r>
        <w:tab/>
      </w: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>4.  Состоянием материально-технической  базы дошкольного учреждения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2 (2%)</w:t>
      </w:r>
      <w:r>
        <w:tab/>
      </w:r>
    </w:p>
    <w:p w:rsidR="000F21A1" w:rsidRDefault="000F21A1" w:rsidP="00A31C62">
      <w:pPr>
        <w:jc w:val="both"/>
      </w:pPr>
      <w:r>
        <w:t>б) скорее не удовлетворены</w:t>
      </w:r>
      <w:r>
        <w:tab/>
      </w:r>
      <w:r>
        <w:tab/>
        <w:t>-  3 (4%)</w:t>
      </w:r>
      <w:r>
        <w:tab/>
      </w:r>
    </w:p>
    <w:p w:rsidR="000F21A1" w:rsidRDefault="000F21A1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70 (85%)</w:t>
      </w:r>
    </w:p>
    <w:p w:rsidR="000F21A1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7 (9%)</w:t>
      </w: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</w:pPr>
      <w:r>
        <w:rPr>
          <w:b/>
          <w:bCs/>
        </w:rPr>
        <w:t>5. Профессионализмом тренеров-преподавателей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  <w:t xml:space="preserve"> </w:t>
      </w:r>
    </w:p>
    <w:p w:rsidR="000F21A1" w:rsidRDefault="000F21A1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0F21A1" w:rsidRDefault="000F21A1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82 (100%)</w:t>
      </w:r>
    </w:p>
    <w:p w:rsidR="000F21A1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>6. Расписанием занятий в ДЮСШ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0F21A1" w:rsidRDefault="000F21A1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0F21A1" w:rsidRDefault="000F21A1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  <w:bCs/>
        </w:rPr>
        <w:t>78 (95%)</w:t>
      </w:r>
    </w:p>
    <w:p w:rsidR="000F21A1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88188B">
        <w:t xml:space="preserve">4 </w:t>
      </w:r>
      <w:r>
        <w:t>(5%)</w:t>
      </w: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>7. Обеспечением спортивным инвентарем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2 (2%)</w:t>
      </w:r>
    </w:p>
    <w:p w:rsidR="000F21A1" w:rsidRDefault="000F21A1" w:rsidP="00A31C62">
      <w:pPr>
        <w:jc w:val="both"/>
      </w:pPr>
      <w:r>
        <w:t>б) скорее не удовлетворены</w:t>
      </w:r>
      <w:r>
        <w:tab/>
      </w:r>
      <w:r>
        <w:tab/>
        <w:t>-  1 (1%)</w:t>
      </w:r>
      <w:r>
        <w:tab/>
      </w:r>
    </w:p>
    <w:p w:rsidR="000F21A1" w:rsidRDefault="000F21A1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72 (89%)</w:t>
      </w:r>
    </w:p>
    <w:p w:rsidR="000F21A1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7 (8%)</w:t>
      </w: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</w:pPr>
      <w:r>
        <w:rPr>
          <w:b/>
          <w:bCs/>
        </w:rPr>
        <w:t>8.  Санитарно – гигиеническими условиями в ДЮСШ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0F21A1" w:rsidRDefault="000F21A1" w:rsidP="00A31C62">
      <w:pPr>
        <w:jc w:val="both"/>
      </w:pPr>
      <w:r>
        <w:t>б) скорее не удовлетворены</w:t>
      </w:r>
      <w:r>
        <w:tab/>
      </w:r>
      <w:r>
        <w:tab/>
        <w:t>-  1 (1%)</w:t>
      </w:r>
    </w:p>
    <w:p w:rsidR="000F21A1" w:rsidRDefault="000F21A1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77 (94%)</w:t>
      </w:r>
    </w:p>
    <w:p w:rsidR="000F21A1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 xml:space="preserve">4 </w:t>
      </w:r>
      <w:r>
        <w:t>(5%)</w:t>
      </w: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>9. Взаимоотношениями педагогических работников с воспитанниками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0F21A1" w:rsidRDefault="000F21A1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0F21A1" w:rsidRDefault="000F21A1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81 (99%)</w:t>
      </w:r>
    </w:p>
    <w:p w:rsidR="000F21A1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 (1%)</w:t>
      </w:r>
      <w:bookmarkStart w:id="0" w:name="_GoBack"/>
      <w:bookmarkEnd w:id="0"/>
      <w:r>
        <w:tab/>
      </w: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  <w:rPr>
          <w:b/>
          <w:bCs/>
        </w:rPr>
      </w:pPr>
      <w:r>
        <w:rPr>
          <w:b/>
          <w:bCs/>
        </w:rPr>
        <w:t>10.</w:t>
      </w:r>
      <w:r>
        <w:t xml:space="preserve"> </w:t>
      </w:r>
      <w:r>
        <w:rPr>
          <w:b/>
          <w:bCs/>
        </w:rPr>
        <w:t>Взаимоотношениями  педагогических работников  с родителями</w:t>
      </w:r>
    </w:p>
    <w:p w:rsidR="000F21A1" w:rsidRDefault="000F21A1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0F21A1" w:rsidRPr="0088188B" w:rsidRDefault="000F21A1" w:rsidP="00A31C62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88188B">
        <w:t>0</w:t>
      </w:r>
    </w:p>
    <w:p w:rsidR="000F21A1" w:rsidRDefault="000F21A1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81(99%)</w:t>
      </w:r>
    </w:p>
    <w:p w:rsidR="000F21A1" w:rsidRDefault="000F21A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 (1%)</w:t>
      </w:r>
    </w:p>
    <w:p w:rsidR="000F21A1" w:rsidRDefault="000F21A1" w:rsidP="00A31C62">
      <w:pPr>
        <w:jc w:val="both"/>
        <w:rPr>
          <w:b/>
          <w:bCs/>
        </w:rPr>
      </w:pPr>
    </w:p>
    <w:p w:rsidR="000F21A1" w:rsidRDefault="000F21A1" w:rsidP="00A31C62">
      <w:pPr>
        <w:jc w:val="both"/>
        <w:rPr>
          <w:i/>
          <w:iCs/>
        </w:rPr>
      </w:pP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</w:pPr>
      <w:r>
        <w:t>Начальник МКУ «Управление образования»                              Г.А.Балакина</w:t>
      </w: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</w:pPr>
    </w:p>
    <w:p w:rsidR="000F21A1" w:rsidRDefault="000F21A1" w:rsidP="00A31C62">
      <w:pPr>
        <w:jc w:val="both"/>
      </w:pPr>
      <w:r>
        <w:t>М.Л.Гостева</w:t>
      </w:r>
    </w:p>
    <w:p w:rsidR="000F21A1" w:rsidRDefault="000F21A1" w:rsidP="00A31C62">
      <w:pPr>
        <w:jc w:val="both"/>
      </w:pPr>
      <w:r>
        <w:t>25-9-69</w:t>
      </w:r>
    </w:p>
    <w:p w:rsidR="000F21A1" w:rsidRDefault="000F21A1" w:rsidP="00A31C62"/>
    <w:p w:rsidR="000F21A1" w:rsidRDefault="000F21A1"/>
    <w:sectPr w:rsidR="000F21A1" w:rsidSect="00F64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B5A"/>
    <w:rsid w:val="000F0F3A"/>
    <w:rsid w:val="000F21A1"/>
    <w:rsid w:val="001411EE"/>
    <w:rsid w:val="001F4F4B"/>
    <w:rsid w:val="002D365A"/>
    <w:rsid w:val="00517FEC"/>
    <w:rsid w:val="006351F1"/>
    <w:rsid w:val="00716353"/>
    <w:rsid w:val="0088188B"/>
    <w:rsid w:val="00892B5A"/>
    <w:rsid w:val="00984D30"/>
    <w:rsid w:val="00A31C62"/>
    <w:rsid w:val="00B72C86"/>
    <w:rsid w:val="00F64935"/>
    <w:rsid w:val="00FF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F0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0F3A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link w:val="DefaultParagraphFont"/>
    <w:uiPriority w:val="99"/>
    <w:rsid w:val="00984D30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99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</Pages>
  <Words>527</Words>
  <Characters>3005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user31</cp:lastModifiedBy>
  <cp:revision>10</cp:revision>
  <cp:lastPrinted>2017-03-20T00:39:00Z</cp:lastPrinted>
  <dcterms:created xsi:type="dcterms:W3CDTF">2015-03-24T05:08:00Z</dcterms:created>
  <dcterms:modified xsi:type="dcterms:W3CDTF">2017-03-27T00:16:00Z</dcterms:modified>
</cp:coreProperties>
</file>